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41C8C" w14:textId="77777777" w:rsidR="00595483" w:rsidRDefault="003D1EAA" w:rsidP="00044EB7">
      <w:r>
        <w:rPr>
          <w:noProof/>
        </w:rPr>
        <w:drawing>
          <wp:inline distT="0" distB="0" distL="0" distR="0" wp14:anchorId="23841C9E" wp14:editId="23841C9F">
            <wp:extent cx="9070975" cy="4360982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43609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841C8D" w14:textId="77777777" w:rsidR="00A955FA" w:rsidRDefault="00A955FA" w:rsidP="00A955FA">
      <w:r>
        <w:t>Elemen</w:t>
      </w:r>
      <w:r w:rsidR="000B6F94">
        <w:t xml:space="preserve">tal Composition Report for </w:t>
      </w:r>
      <w:r w:rsidR="00305842">
        <w:t>[</w:t>
      </w:r>
      <w:r w:rsidR="000B6F94">
        <w:t>M</w:t>
      </w:r>
      <w:r>
        <w:t>+</w:t>
      </w:r>
      <w:r w:rsidR="00305842">
        <w:t>H]+</w:t>
      </w:r>
    </w:p>
    <w:p w14:paraId="23841C8E" w14:textId="77777777" w:rsidR="003D1EAA" w:rsidRDefault="003D1EAA" w:rsidP="003D1EAA"/>
    <w:p w14:paraId="23841C8F" w14:textId="77777777" w:rsidR="003D1EAA" w:rsidRDefault="003D1EAA" w:rsidP="003D1EAA">
      <w:r>
        <w:t>Single Mass Analysis</w:t>
      </w:r>
    </w:p>
    <w:p w14:paraId="23841C90" w14:textId="77777777" w:rsidR="003D1EAA" w:rsidRDefault="003D1EAA" w:rsidP="003D1EAA">
      <w:r>
        <w:t>Tolerance = 5.0 PPM   /   DBE: min = -1.5, max = 100.0</w:t>
      </w:r>
    </w:p>
    <w:p w14:paraId="23841C91" w14:textId="77777777" w:rsidR="003D1EAA" w:rsidRDefault="003D1EAA" w:rsidP="003D1EAA">
      <w:r>
        <w:t xml:space="preserve">Element prediction: Off </w:t>
      </w:r>
    </w:p>
    <w:p w14:paraId="23841C92" w14:textId="77777777" w:rsidR="003D1EAA" w:rsidRDefault="003D1EAA" w:rsidP="003D1EAA">
      <w:r>
        <w:lastRenderedPageBreak/>
        <w:t>Number of isotope peaks used for i-FIT = 3</w:t>
      </w:r>
    </w:p>
    <w:p w14:paraId="23841C93" w14:textId="77777777" w:rsidR="003D1EAA" w:rsidRDefault="003D1EAA" w:rsidP="003D1EAA"/>
    <w:p w14:paraId="23841C94" w14:textId="77777777" w:rsidR="003D1EAA" w:rsidRDefault="003D1EAA" w:rsidP="003D1EAA">
      <w:r>
        <w:t>Monoisotopic Mass, Even Electron Ions</w:t>
      </w:r>
    </w:p>
    <w:p w14:paraId="23841C95" w14:textId="77777777" w:rsidR="003D1EAA" w:rsidRDefault="003D1EAA" w:rsidP="003D1EAA">
      <w:r>
        <w:t xml:space="preserve">171 </w:t>
      </w:r>
      <w:proofErr w:type="gramStart"/>
      <w:r>
        <w:t>formula</w:t>
      </w:r>
      <w:proofErr w:type="gramEnd"/>
      <w:r>
        <w:t>(e) evaluated with 1 results within limits (all results (up to 1000) for each mass)</w:t>
      </w:r>
    </w:p>
    <w:p w14:paraId="23841C96" w14:textId="77777777" w:rsidR="003D1EAA" w:rsidRDefault="003D1EAA" w:rsidP="003D1EAA">
      <w:r>
        <w:t>Elements Used:</w:t>
      </w:r>
    </w:p>
    <w:p w14:paraId="23841C97" w14:textId="77777777" w:rsidR="003D1EAA" w:rsidRDefault="003D1EAA" w:rsidP="003D1EAA">
      <w:r>
        <w:t xml:space="preserve">C: 1-40    H: 0-80    N: 1-4    O: 1-10    S: 1-1    </w:t>
      </w:r>
    </w:p>
    <w:p w14:paraId="23841C98" w14:textId="77777777" w:rsidR="003D1EAA" w:rsidRDefault="003D1EAA" w:rsidP="003D1EAA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14:paraId="23841C99" w14:textId="77777777" w:rsidR="003D1EAA" w:rsidRDefault="003D1EAA" w:rsidP="003D1EAA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5.0      </w:t>
      </w:r>
      <w:r>
        <w:tab/>
        <w:t>100.0</w:t>
      </w:r>
    </w:p>
    <w:p w14:paraId="23841C9A" w14:textId="77777777" w:rsidR="003D1EAA" w:rsidRDefault="003D1EAA" w:rsidP="003D1EAA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</w:r>
      <w:proofErr w:type="spellStart"/>
      <w:r>
        <w:t>i-FIT</w:t>
      </w:r>
      <w:proofErr w:type="spellEnd"/>
      <w:r>
        <w:t xml:space="preserve"> (Norm) </w:t>
      </w:r>
      <w:r>
        <w:tab/>
        <w:t>Formula</w:t>
      </w:r>
    </w:p>
    <w:p w14:paraId="23841C9B" w14:textId="77777777" w:rsidR="00C31F22" w:rsidRDefault="003D1EAA" w:rsidP="0030159F">
      <w:pPr>
        <w:ind w:left="720" w:hanging="720"/>
      </w:pPr>
      <w:r>
        <w:t xml:space="preserve">412.1798   </w:t>
      </w:r>
      <w:r>
        <w:tab/>
        <w:t xml:space="preserve">412.1794       </w:t>
      </w:r>
      <w:r>
        <w:tab/>
        <w:t xml:space="preserve">0.4      </w:t>
      </w:r>
      <w:r>
        <w:tab/>
        <w:t xml:space="preserve">1.0      </w:t>
      </w:r>
      <w:r>
        <w:tab/>
        <w:t xml:space="preserve">6.5      </w:t>
      </w:r>
      <w:r>
        <w:tab/>
        <w:t xml:space="preserve">190.3      </w:t>
      </w:r>
      <w:r>
        <w:tab/>
        <w:t xml:space="preserve">0.0          </w:t>
      </w:r>
      <w:r>
        <w:tab/>
        <w:t>C20  H30  N  O6  S</w:t>
      </w:r>
    </w:p>
    <w:p w14:paraId="23841C9C" w14:textId="77777777" w:rsidR="00825101" w:rsidRDefault="00825101" w:rsidP="003D1EAA"/>
    <w:p w14:paraId="23841C9D" w14:textId="77777777" w:rsidR="00825101" w:rsidRDefault="00825101" w:rsidP="003D1EAA">
      <w:r>
        <w:t>[M+NH4]+ 429m/z</w:t>
      </w:r>
    </w:p>
    <w:sectPr w:rsidR="00825101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55FA"/>
    <w:rsid w:val="00044EB7"/>
    <w:rsid w:val="000B6F94"/>
    <w:rsid w:val="00242270"/>
    <w:rsid w:val="0030159F"/>
    <w:rsid w:val="00305842"/>
    <w:rsid w:val="003D1EAA"/>
    <w:rsid w:val="004C2A0A"/>
    <w:rsid w:val="00595483"/>
    <w:rsid w:val="005C0BD2"/>
    <w:rsid w:val="006650EA"/>
    <w:rsid w:val="006B0E1D"/>
    <w:rsid w:val="006B667A"/>
    <w:rsid w:val="00825101"/>
    <w:rsid w:val="009007B0"/>
    <w:rsid w:val="00950037"/>
    <w:rsid w:val="00A932BB"/>
    <w:rsid w:val="00A955FA"/>
    <w:rsid w:val="00B22530"/>
    <w:rsid w:val="00B52799"/>
    <w:rsid w:val="00C31F22"/>
    <w:rsid w:val="00E751C4"/>
    <w:rsid w:val="00FD0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841C8C"/>
  <w15:docId w15:val="{BB00AE7A-2FAE-CD4E-8327-4970AC4E4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90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C:\Users\Administrator\AppData\Roaming\Microsoft\Templates\IMPERIAL.dotx.docx.dotx</Template>
  <TotalTime>2</TotalTime>
  <Pages>2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Ishikura, Hikaru</cp:lastModifiedBy>
  <cp:revision>4</cp:revision>
  <dcterms:created xsi:type="dcterms:W3CDTF">2024-07-11T13:42:00Z</dcterms:created>
  <dcterms:modified xsi:type="dcterms:W3CDTF">2024-07-14T17:21:00Z</dcterms:modified>
</cp:coreProperties>
</file>